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73B9" w:rsidTr="00050DA7">
        <w:tc>
          <w:tcPr>
            <w:tcW w:w="4428" w:type="dxa"/>
          </w:tcPr>
          <w:p w:rsidR="000348ED" w:rsidRPr="00B15B24" w:rsidRDefault="005D05AC" w:rsidP="003D0E39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3D0E39">
              <w:t>ARM</w:t>
            </w:r>
            <w:r w:rsidR="00CA04AF" w:rsidRPr="005A73B9">
              <w:t xml:space="preserve"> </w:t>
            </w:r>
            <w:r w:rsidRPr="005A73B9">
              <w:t>C</w:t>
            </w:r>
            <w:r w:rsidR="00050DA7" w:rsidRPr="005A73B9">
              <w:t>ommittee</w:t>
            </w:r>
          </w:p>
        </w:tc>
        <w:tc>
          <w:tcPr>
            <w:tcW w:w="5461" w:type="dxa"/>
          </w:tcPr>
          <w:p w:rsidR="000348ED" w:rsidRPr="005A73B9" w:rsidRDefault="00A876FD" w:rsidP="00A876FD">
            <w:pPr>
              <w:jc w:val="right"/>
            </w:pPr>
            <w:r>
              <w:t>ARM2</w:t>
            </w:r>
            <w:r w:rsidR="003D0E39">
              <w:t>-11.1.</w:t>
            </w:r>
            <w:r>
              <w:t>6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A73B9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5A73B9">
              <w:t>IALA Council</w:t>
            </w:r>
          </w:p>
        </w:tc>
        <w:tc>
          <w:tcPr>
            <w:tcW w:w="5461" w:type="dxa"/>
          </w:tcPr>
          <w:p w:rsidR="000348ED" w:rsidRPr="00B15B24" w:rsidRDefault="003D0E39" w:rsidP="00A876FD">
            <w:pPr>
              <w:jc w:val="right"/>
            </w:pPr>
            <w:r>
              <w:t>2</w:t>
            </w:r>
            <w:r w:rsidR="00A876FD">
              <w:t>9</w:t>
            </w:r>
            <w:r>
              <w:t xml:space="preserve"> </w:t>
            </w:r>
            <w:r w:rsidR="00A876FD">
              <w:t>May</w:t>
            </w:r>
            <w:r w:rsidR="005D05AC" w:rsidRPr="00B15B24">
              <w:t xml:space="preserve"> 20</w:t>
            </w:r>
            <w:r w:rsidR="001A654A">
              <w:t>1</w:t>
            </w:r>
            <w:r w:rsidR="00A876FD"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BF17FC" w:rsidP="005D05AC">
      <w:pPr>
        <w:pStyle w:val="Title"/>
        <w:spacing w:after="120"/>
      </w:pPr>
      <w:r>
        <w:rPr>
          <w:color w:val="000000"/>
        </w:rPr>
        <w:t>Updates</w:t>
      </w:r>
      <w:r w:rsidR="00CE068D">
        <w:rPr>
          <w:color w:val="000000"/>
        </w:rPr>
        <w:t xml:space="preserve"> o</w:t>
      </w:r>
      <w:r>
        <w:rPr>
          <w:color w:val="000000"/>
        </w:rPr>
        <w:t>f</w:t>
      </w:r>
      <w:r w:rsidR="00E51378">
        <w:rPr>
          <w:color w:val="000000"/>
        </w:rPr>
        <w:t xml:space="preserve"> current </w:t>
      </w:r>
      <w:r w:rsidR="003D0E39">
        <w:rPr>
          <w:color w:val="000000"/>
        </w:rPr>
        <w:t xml:space="preserve">ARM </w:t>
      </w:r>
      <w:r w:rsidR="00E51378">
        <w:rPr>
          <w:color w:val="000000"/>
        </w:rPr>
        <w:t>Work P</w:t>
      </w:r>
      <w:r w:rsidR="00CE068D">
        <w:rPr>
          <w:color w:val="000000"/>
        </w:rPr>
        <w:t>rogram</w:t>
      </w:r>
      <w:r w:rsidR="00E51378">
        <w:rPr>
          <w:color w:val="000000"/>
        </w:rPr>
        <w:t>me</w:t>
      </w:r>
      <w:r w:rsidR="00CE068D">
        <w:rPr>
          <w:color w:val="000000"/>
        </w:rPr>
        <w:t xml:space="preserve"> (2014-2018)</w:t>
      </w:r>
    </w:p>
    <w:p w:rsidR="0064435F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5A73B9" w:rsidRPr="005A73B9" w:rsidRDefault="00CE068D" w:rsidP="005A73B9">
      <w:pPr>
        <w:rPr>
          <w:lang w:eastAsia="de-DE"/>
        </w:rPr>
      </w:pPr>
      <w:r>
        <w:rPr>
          <w:lang w:eastAsia="de-DE"/>
        </w:rPr>
        <w:t xml:space="preserve">The </w:t>
      </w:r>
      <w:r w:rsidR="003D0E39">
        <w:rPr>
          <w:lang w:eastAsia="de-DE"/>
        </w:rPr>
        <w:t>ARM</w:t>
      </w:r>
      <w:r>
        <w:rPr>
          <w:lang w:eastAsia="de-DE"/>
        </w:rPr>
        <w:t xml:space="preserve"> Comm</w:t>
      </w:r>
      <w:r w:rsidR="00E51378">
        <w:rPr>
          <w:lang w:eastAsia="de-DE"/>
        </w:rPr>
        <w:t>ittee has reviewed the current W</w:t>
      </w:r>
      <w:r>
        <w:rPr>
          <w:lang w:eastAsia="de-DE"/>
        </w:rPr>
        <w:t xml:space="preserve">ork </w:t>
      </w:r>
      <w:r w:rsidR="00E51378">
        <w:rPr>
          <w:lang w:eastAsia="de-DE"/>
        </w:rPr>
        <w:t>P</w:t>
      </w:r>
      <w:r>
        <w:rPr>
          <w:lang w:eastAsia="de-DE"/>
        </w:rPr>
        <w:t>rogramme of the Committee</w:t>
      </w:r>
      <w:r w:rsidR="000973BC">
        <w:rPr>
          <w:lang w:eastAsia="de-DE"/>
        </w:rPr>
        <w:t xml:space="preserve"> during </w:t>
      </w:r>
      <w:r w:rsidR="003D0E39">
        <w:rPr>
          <w:lang w:eastAsia="de-DE"/>
        </w:rPr>
        <w:t>ARM</w:t>
      </w:r>
      <w:r w:rsidR="00A876FD">
        <w:rPr>
          <w:lang w:eastAsia="de-DE"/>
        </w:rPr>
        <w:t>2</w:t>
      </w:r>
      <w:r w:rsidR="00BF17FC">
        <w:rPr>
          <w:lang w:eastAsia="de-DE"/>
        </w:rPr>
        <w:t xml:space="preserve"> which was approved by Council (C6</w:t>
      </w:r>
      <w:r w:rsidR="001E25E2">
        <w:rPr>
          <w:lang w:eastAsia="de-DE"/>
        </w:rPr>
        <w:t>0</w:t>
      </w:r>
      <w:bookmarkStart w:id="0" w:name="_GoBack"/>
      <w:bookmarkEnd w:id="0"/>
      <w:r w:rsidR="00BF17FC">
        <w:rPr>
          <w:lang w:eastAsia="de-DE"/>
        </w:rPr>
        <w:t>)</w:t>
      </w:r>
      <w:r>
        <w:rPr>
          <w:lang w:eastAsia="de-DE"/>
        </w:rPr>
        <w:t>.</w:t>
      </w:r>
      <w:r w:rsidR="000973BC">
        <w:rPr>
          <w:lang w:eastAsia="de-DE"/>
        </w:rPr>
        <w:t xml:space="preserve"> </w:t>
      </w:r>
      <w:r w:rsidR="00BF17FC">
        <w:rPr>
          <w:lang w:eastAsia="de-DE"/>
        </w:rPr>
        <w:t>A</w:t>
      </w:r>
      <w:r w:rsidR="000973BC">
        <w:rPr>
          <w:lang w:eastAsia="de-DE"/>
        </w:rPr>
        <w:t xml:space="preserve">ttached </w:t>
      </w:r>
      <w:r w:rsidR="00E51378">
        <w:rPr>
          <w:lang w:eastAsia="de-DE"/>
        </w:rPr>
        <w:t>is</w:t>
      </w:r>
      <w:r w:rsidR="00BF17FC">
        <w:rPr>
          <w:lang w:eastAsia="de-DE"/>
        </w:rPr>
        <w:t xml:space="preserve"> the revised </w:t>
      </w:r>
      <w:r w:rsidR="00E51378">
        <w:rPr>
          <w:lang w:eastAsia="de-DE"/>
        </w:rPr>
        <w:t>Work Programme (2014-2018) (</w:t>
      </w:r>
      <w:r w:rsidR="003D0E39">
        <w:rPr>
          <w:lang w:eastAsia="de-DE"/>
        </w:rPr>
        <w:t>ARM</w:t>
      </w:r>
      <w:r w:rsidR="00A876FD">
        <w:rPr>
          <w:lang w:eastAsia="de-DE"/>
        </w:rPr>
        <w:t>2</w:t>
      </w:r>
      <w:r w:rsidR="000973BC">
        <w:rPr>
          <w:lang w:eastAsia="de-DE"/>
        </w:rPr>
        <w:t>-1</w:t>
      </w:r>
      <w:r w:rsidR="003D0E39">
        <w:rPr>
          <w:lang w:eastAsia="de-DE"/>
        </w:rPr>
        <w:t>0</w:t>
      </w:r>
      <w:r w:rsidR="000973BC">
        <w:rPr>
          <w:lang w:eastAsia="de-DE"/>
        </w:rPr>
        <w:t>.</w:t>
      </w:r>
      <w:r w:rsidR="00A876FD">
        <w:rPr>
          <w:lang w:eastAsia="de-DE"/>
        </w:rPr>
        <w:t>2</w:t>
      </w:r>
      <w:r w:rsidR="00E51378">
        <w:rPr>
          <w:lang w:eastAsia="de-DE"/>
        </w:rPr>
        <w:t>)</w:t>
      </w:r>
      <w:r w:rsidR="000973BC">
        <w:rPr>
          <w:lang w:eastAsia="de-DE"/>
        </w:rPr>
        <w:t>.</w:t>
      </w:r>
      <w:r>
        <w:rPr>
          <w:lang w:eastAsia="de-DE"/>
        </w:rPr>
        <w:t xml:space="preserve">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Default="00902AA4" w:rsidP="005D05AC">
      <w:pPr>
        <w:pStyle w:val="BodyText"/>
      </w:pPr>
      <w:r w:rsidRPr="00B15B24">
        <w:t xml:space="preserve">The </w:t>
      </w:r>
      <w:r w:rsidR="005A73B9">
        <w:t>IALA Council</w:t>
      </w:r>
      <w:r w:rsidRPr="00B15B24">
        <w:t xml:space="preserve"> is requested to</w:t>
      </w:r>
      <w:r w:rsidR="005A73B9">
        <w:t xml:space="preserve"> approve the </w:t>
      </w:r>
      <w:r w:rsidR="00BF17FC">
        <w:t xml:space="preserve">revised </w:t>
      </w:r>
      <w:r w:rsidR="00E51378">
        <w:t xml:space="preserve">Work Programme 2014-2018 </w:t>
      </w:r>
      <w:r w:rsidR="00CE068D">
        <w:t xml:space="preserve">of the </w:t>
      </w:r>
      <w:r w:rsidR="003D0E39">
        <w:t>ARM</w:t>
      </w:r>
      <w:r w:rsidR="00CE068D">
        <w:t xml:space="preserve"> Committee</w:t>
      </w:r>
      <w:r w:rsidR="0006242A">
        <w:t>.</w:t>
      </w: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  <w:r>
        <w:br/>
      </w:r>
    </w:p>
    <w:p w:rsidR="005A73B9" w:rsidRPr="005A73B9" w:rsidRDefault="000973BC" w:rsidP="000973BC">
      <w:pPr>
        <w:pStyle w:val="Heading1"/>
        <w:numPr>
          <w:ilvl w:val="0"/>
          <w:numId w:val="0"/>
        </w:numPr>
      </w:pPr>
      <w:r w:rsidRPr="005A73B9">
        <w:t xml:space="preserve"> </w:t>
      </w:r>
    </w:p>
    <w:sectPr w:rsidR="005A73B9" w:rsidRPr="005A73B9" w:rsidSect="005A73B9">
      <w:footerReference w:type="default" r:id="rId7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E6F" w:rsidRDefault="00D60E6F" w:rsidP="00002906">
      <w:r>
        <w:separator/>
      </w:r>
    </w:p>
  </w:endnote>
  <w:endnote w:type="continuationSeparator" w:id="0">
    <w:p w:rsidR="00D60E6F" w:rsidRDefault="00D60E6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E25E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E6F" w:rsidRDefault="00D60E6F" w:rsidP="00002906">
      <w:r>
        <w:separator/>
      </w:r>
    </w:p>
  </w:footnote>
  <w:footnote w:type="continuationSeparator" w:id="0">
    <w:p w:rsidR="00D60E6F" w:rsidRDefault="00D60E6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A9B"/>
    <w:multiLevelType w:val="multilevel"/>
    <w:tmpl w:val="6314791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5E77DCB"/>
    <w:multiLevelType w:val="multilevel"/>
    <w:tmpl w:val="3ECEC7A4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4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C3C6AC5"/>
    <w:multiLevelType w:val="multilevel"/>
    <w:tmpl w:val="C74EA288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41D6B9B"/>
    <w:multiLevelType w:val="multilevel"/>
    <w:tmpl w:val="CB9C9BC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1" w15:restartNumberingAfterBreak="0">
    <w:nsid w:val="35F81974"/>
    <w:multiLevelType w:val="multilevel"/>
    <w:tmpl w:val="5C86E71C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FE62090"/>
    <w:multiLevelType w:val="multilevel"/>
    <w:tmpl w:val="E09EBF02"/>
    <w:styleLink w:val="List41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3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66DD1"/>
    <w:multiLevelType w:val="multilevel"/>
    <w:tmpl w:val="6856095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5" w15:restartNumberingAfterBreak="0">
    <w:nsid w:val="4E822201"/>
    <w:multiLevelType w:val="multilevel"/>
    <w:tmpl w:val="5B5EB766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6" w15:restartNumberingAfterBreak="0">
    <w:nsid w:val="4F2C232F"/>
    <w:multiLevelType w:val="multilevel"/>
    <w:tmpl w:val="EE62AEE2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25A6C"/>
    <w:multiLevelType w:val="multilevel"/>
    <w:tmpl w:val="688C2CF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4101251"/>
    <w:multiLevelType w:val="multilevel"/>
    <w:tmpl w:val="D4F2C8CE"/>
    <w:styleLink w:val="List31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82920"/>
    <w:multiLevelType w:val="multilevel"/>
    <w:tmpl w:val="D9AA059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5" w15:restartNumberingAfterBreak="0">
    <w:nsid w:val="6C721D86"/>
    <w:multiLevelType w:val="multilevel"/>
    <w:tmpl w:val="92CC38DC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6" w15:restartNumberingAfterBreak="0">
    <w:nsid w:val="6DBE5EF1"/>
    <w:multiLevelType w:val="multilevel"/>
    <w:tmpl w:val="204086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FEE3B11"/>
    <w:multiLevelType w:val="multilevel"/>
    <w:tmpl w:val="836C3F9A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862C4D"/>
    <w:multiLevelType w:val="multilevel"/>
    <w:tmpl w:val="74F8C29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num w:numId="1">
    <w:abstractNumId w:val="19"/>
  </w:num>
  <w:num w:numId="2">
    <w:abstractNumId w:val="29"/>
  </w:num>
  <w:num w:numId="3">
    <w:abstractNumId w:val="19"/>
  </w:num>
  <w:num w:numId="4">
    <w:abstractNumId w:val="19"/>
  </w:num>
  <w:num w:numId="5">
    <w:abstractNumId w:val="8"/>
  </w:num>
  <w:num w:numId="6">
    <w:abstractNumId w:val="20"/>
  </w:num>
  <w:num w:numId="7">
    <w:abstractNumId w:val="13"/>
  </w:num>
  <w:num w:numId="8">
    <w:abstractNumId w:val="1"/>
  </w:num>
  <w:num w:numId="9">
    <w:abstractNumId w:val="7"/>
  </w:num>
  <w:num w:numId="10">
    <w:abstractNumId w:val="21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8"/>
  </w:num>
  <w:num w:numId="18">
    <w:abstractNumId w:val="6"/>
  </w:num>
  <w:num w:numId="19">
    <w:abstractNumId w:val="23"/>
  </w:num>
  <w:num w:numId="20">
    <w:abstractNumId w:val="17"/>
  </w:num>
  <w:num w:numId="21">
    <w:abstractNumId w:val="9"/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"/>
  </w:num>
  <w:num w:numId="26">
    <w:abstractNumId w:val="27"/>
  </w:num>
  <w:num w:numId="27">
    <w:abstractNumId w:val="11"/>
  </w:num>
  <w:num w:numId="28">
    <w:abstractNumId w:val="22"/>
  </w:num>
  <w:num w:numId="29">
    <w:abstractNumId w:val="0"/>
  </w:num>
  <w:num w:numId="30">
    <w:abstractNumId w:val="5"/>
  </w:num>
  <w:num w:numId="31">
    <w:abstractNumId w:val="25"/>
  </w:num>
  <w:num w:numId="32">
    <w:abstractNumId w:val="14"/>
  </w:num>
  <w:num w:numId="33">
    <w:abstractNumId w:val="30"/>
  </w:num>
  <w:num w:numId="34">
    <w:abstractNumId w:val="16"/>
  </w:num>
  <w:num w:numId="35">
    <w:abstractNumId w:val="24"/>
  </w:num>
  <w:num w:numId="36">
    <w:abstractNumId w:val="3"/>
  </w:num>
  <w:num w:numId="37">
    <w:abstractNumId w:val="15"/>
  </w:num>
  <w:num w:numId="38">
    <w:abstractNumId w:val="10"/>
  </w:num>
  <w:num w:numId="39">
    <w:abstractNumId w:val="1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B9"/>
    <w:rsid w:val="00002906"/>
    <w:rsid w:val="00031A92"/>
    <w:rsid w:val="000348ED"/>
    <w:rsid w:val="00036801"/>
    <w:rsid w:val="00050DA7"/>
    <w:rsid w:val="0006242A"/>
    <w:rsid w:val="000973BC"/>
    <w:rsid w:val="000A5A01"/>
    <w:rsid w:val="00135447"/>
    <w:rsid w:val="00152273"/>
    <w:rsid w:val="001A654A"/>
    <w:rsid w:val="001C74CF"/>
    <w:rsid w:val="001E25E2"/>
    <w:rsid w:val="003D0E39"/>
    <w:rsid w:val="003D55DD"/>
    <w:rsid w:val="003E1831"/>
    <w:rsid w:val="00424954"/>
    <w:rsid w:val="004C1386"/>
    <w:rsid w:val="004C220D"/>
    <w:rsid w:val="005A73B9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876FD"/>
    <w:rsid w:val="00AA76C0"/>
    <w:rsid w:val="00B077EC"/>
    <w:rsid w:val="00B15B24"/>
    <w:rsid w:val="00B418A9"/>
    <w:rsid w:val="00B428DA"/>
    <w:rsid w:val="00B8247E"/>
    <w:rsid w:val="00BE56DF"/>
    <w:rsid w:val="00BF17FC"/>
    <w:rsid w:val="00CA04AF"/>
    <w:rsid w:val="00CE068D"/>
    <w:rsid w:val="00D60E6F"/>
    <w:rsid w:val="00E51378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65DC4C-AE19-436F-B2D6-7C9DBCB2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Plenary Room</cp:lastModifiedBy>
  <cp:revision>4</cp:revision>
  <cp:lastPrinted>2006-10-19T09:49:00Z</cp:lastPrinted>
  <dcterms:created xsi:type="dcterms:W3CDTF">2014-11-27T16:34:00Z</dcterms:created>
  <dcterms:modified xsi:type="dcterms:W3CDTF">2015-05-29T08:09:00Z</dcterms:modified>
</cp:coreProperties>
</file>